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341967-7880-40E4-A6B0-B0536120166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